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940DA" w14:textId="77777777" w:rsidR="00831E14" w:rsidRPr="00101F6F" w:rsidRDefault="00831E14" w:rsidP="00AA1495">
      <w:pPr>
        <w:rPr>
          <w:rFonts w:ascii="Arial" w:hAnsi="Arial" w:cs="Arial"/>
          <w:szCs w:val="20"/>
        </w:rPr>
      </w:pPr>
    </w:p>
    <w:p w14:paraId="06598E6A" w14:textId="77777777" w:rsidR="00831E14" w:rsidRPr="00101F6F" w:rsidRDefault="00831E14" w:rsidP="00AA1495">
      <w:pPr>
        <w:rPr>
          <w:rFonts w:ascii="Arial" w:hAnsi="Arial" w:cs="Arial"/>
          <w:szCs w:val="20"/>
        </w:rPr>
      </w:pPr>
    </w:p>
    <w:p w14:paraId="4E1F232C" w14:textId="77777777" w:rsidR="00101F6F" w:rsidRPr="000504CB" w:rsidRDefault="00101F6F" w:rsidP="00101F6F">
      <w:pPr>
        <w:pStyle w:val="Default"/>
        <w:rPr>
          <w:sz w:val="20"/>
          <w:szCs w:val="20"/>
          <w:u w:val="none"/>
          <w:lang w:val="nl-NL"/>
        </w:rPr>
      </w:pPr>
      <w:r w:rsidRPr="000504CB">
        <w:rPr>
          <w:b/>
          <w:bCs/>
          <w:sz w:val="20"/>
          <w:szCs w:val="20"/>
          <w:u w:val="none"/>
          <w:lang w:val="nl-NL"/>
        </w:rPr>
        <w:t xml:space="preserve">Themaverhaal </w:t>
      </w:r>
    </w:p>
    <w:p w14:paraId="1B951D36" w14:textId="77777777" w:rsidR="00101F6F" w:rsidRPr="000504CB" w:rsidRDefault="00101F6F" w:rsidP="00101F6F">
      <w:pPr>
        <w:pStyle w:val="Default"/>
        <w:rPr>
          <w:sz w:val="20"/>
          <w:szCs w:val="20"/>
          <w:u w:val="none"/>
          <w:lang w:val="nl-NL"/>
        </w:rPr>
      </w:pPr>
      <w:r w:rsidRPr="000504CB">
        <w:rPr>
          <w:sz w:val="20"/>
          <w:szCs w:val="20"/>
          <w:u w:val="none"/>
          <w:lang w:val="nl-NL"/>
        </w:rPr>
        <w:t xml:space="preserve">Baloe kijkt samen met Mowgli en Shanti trots naar hun eigen creaties. Dankzij hun waterrad en windmolen maken ze genoeg stroom om de computer, die ze ook zelf in elkaar gezet hebben, aan de praat te krijgen. “Maar wat moeten we er nou mee doen?” zegt Shanti. Baloe valt al snel in met “Nou, wat ik zelf altijd heel leuk vind is om met alle andere jungledieren te praten. Gezellig kletsen, slap praten, en de sterkste verhalen vertellen. Maar stiekem ook om de jongere dieren te helpen en mijn levenslessen te delen. Kunnen we niet via de computer dat ook doen, maar dan op afstand?” </w:t>
      </w:r>
    </w:p>
    <w:p w14:paraId="734179A8" w14:textId="77777777" w:rsidR="00101F6F" w:rsidRPr="000504CB" w:rsidRDefault="00101F6F" w:rsidP="00101F6F">
      <w:pPr>
        <w:pStyle w:val="Default"/>
        <w:rPr>
          <w:sz w:val="20"/>
          <w:szCs w:val="20"/>
          <w:u w:val="none"/>
          <w:lang w:val="nl-NL"/>
        </w:rPr>
      </w:pPr>
    </w:p>
    <w:p w14:paraId="428E6C5F" w14:textId="77777777" w:rsidR="00101F6F" w:rsidRPr="000504CB" w:rsidRDefault="00101F6F" w:rsidP="00101F6F">
      <w:pPr>
        <w:pStyle w:val="Default"/>
        <w:rPr>
          <w:sz w:val="20"/>
          <w:szCs w:val="20"/>
          <w:u w:val="none"/>
          <w:lang w:val="nl-NL"/>
        </w:rPr>
      </w:pPr>
      <w:r w:rsidRPr="000504CB">
        <w:rPr>
          <w:sz w:val="20"/>
          <w:szCs w:val="20"/>
          <w:u w:val="none"/>
          <w:lang w:val="nl-NL"/>
        </w:rPr>
        <w:t xml:space="preserve">Mowgli vult Baloe aan: “Nou, Baloe. Ik zie hier genoeg onderdelen voor een 2e computer, en ik zie ook een </w:t>
      </w:r>
      <w:proofErr w:type="spellStart"/>
      <w:r w:rsidRPr="000504CB">
        <w:rPr>
          <w:sz w:val="20"/>
          <w:szCs w:val="20"/>
          <w:u w:val="none"/>
          <w:lang w:val="nl-NL"/>
        </w:rPr>
        <w:t>heeeeeeeeele</w:t>
      </w:r>
      <w:proofErr w:type="spellEnd"/>
      <w:r w:rsidRPr="000504CB">
        <w:rPr>
          <w:sz w:val="20"/>
          <w:szCs w:val="20"/>
          <w:u w:val="none"/>
          <w:lang w:val="nl-NL"/>
        </w:rPr>
        <w:t xml:space="preserve"> lange draad liggen. Als we nou die andere computer in elkaar zetten, die met die draad aan elkaar zetten, en jij dan met die computer naar andere jungledieren gaat? Dan proberen we met elkaar in contact te komen!” </w:t>
      </w:r>
    </w:p>
    <w:p w14:paraId="239308E6" w14:textId="77777777" w:rsidR="00101F6F" w:rsidRPr="000504CB" w:rsidRDefault="00101F6F" w:rsidP="00101F6F">
      <w:pPr>
        <w:pStyle w:val="Default"/>
        <w:rPr>
          <w:sz w:val="20"/>
          <w:szCs w:val="20"/>
          <w:u w:val="none"/>
          <w:lang w:val="nl-NL"/>
        </w:rPr>
      </w:pPr>
    </w:p>
    <w:p w14:paraId="6CE0447D" w14:textId="77777777" w:rsidR="00101F6F" w:rsidRPr="000504CB" w:rsidRDefault="00101F6F" w:rsidP="00101F6F">
      <w:pPr>
        <w:pStyle w:val="Default"/>
        <w:rPr>
          <w:sz w:val="20"/>
          <w:szCs w:val="20"/>
          <w:u w:val="none"/>
          <w:lang w:val="nl-NL"/>
        </w:rPr>
      </w:pPr>
      <w:r w:rsidRPr="000504CB">
        <w:rPr>
          <w:b/>
          <w:bCs/>
          <w:sz w:val="20"/>
          <w:szCs w:val="20"/>
          <w:u w:val="none"/>
          <w:lang w:val="nl-NL"/>
        </w:rPr>
        <w:t xml:space="preserve">Activiteit </w:t>
      </w:r>
    </w:p>
    <w:p w14:paraId="72B0504A" w14:textId="77777777" w:rsidR="00101F6F" w:rsidRPr="000504CB" w:rsidRDefault="00101F6F" w:rsidP="00101F6F">
      <w:pPr>
        <w:pStyle w:val="Default"/>
        <w:rPr>
          <w:sz w:val="20"/>
          <w:szCs w:val="20"/>
          <w:u w:val="none"/>
          <w:lang w:val="nl-NL"/>
        </w:rPr>
      </w:pPr>
      <w:r w:rsidRPr="000504CB">
        <w:rPr>
          <w:sz w:val="20"/>
          <w:szCs w:val="20"/>
          <w:u w:val="none"/>
          <w:lang w:val="nl-NL"/>
        </w:rPr>
        <w:t xml:space="preserve">Een videoverbinding opzetten is een bekend fenomeen. Vooral na de COVID-pandemie is dit ook niet heel veel speciaals meer voor vele kinderen. We gaan het daarom nu een kleine twist geven. Neem van tevoren contact op met een andere welpenhorde en spreek een tijdstip af wanneer jullie met elkaar in contact kunnen komen. Hiervoor kan je gebruik maken van verschillende stukken software, zoals Zoom, </w:t>
      </w:r>
      <w:proofErr w:type="spellStart"/>
      <w:r w:rsidRPr="000504CB">
        <w:rPr>
          <w:sz w:val="20"/>
          <w:szCs w:val="20"/>
          <w:u w:val="none"/>
          <w:lang w:val="nl-NL"/>
        </w:rPr>
        <w:t>Jitsi</w:t>
      </w:r>
      <w:proofErr w:type="spellEnd"/>
      <w:r w:rsidRPr="000504CB">
        <w:rPr>
          <w:sz w:val="20"/>
          <w:szCs w:val="20"/>
          <w:u w:val="none"/>
          <w:lang w:val="nl-NL"/>
        </w:rPr>
        <w:t xml:space="preserve">, Teams, etc. </w:t>
      </w:r>
    </w:p>
    <w:p w14:paraId="3BA1C91A" w14:textId="77777777" w:rsidR="00101F6F" w:rsidRPr="000504CB" w:rsidRDefault="00101F6F" w:rsidP="00101F6F">
      <w:pPr>
        <w:pStyle w:val="Default"/>
        <w:rPr>
          <w:sz w:val="20"/>
          <w:szCs w:val="20"/>
          <w:u w:val="none"/>
          <w:lang w:val="nl-NL"/>
        </w:rPr>
      </w:pPr>
    </w:p>
    <w:p w14:paraId="710521D6" w14:textId="77777777" w:rsidR="00101F6F" w:rsidRPr="000504CB" w:rsidRDefault="00101F6F" w:rsidP="00101F6F">
      <w:pPr>
        <w:pStyle w:val="Default"/>
        <w:rPr>
          <w:sz w:val="20"/>
          <w:szCs w:val="20"/>
          <w:u w:val="none"/>
          <w:lang w:val="nl-NL"/>
        </w:rPr>
      </w:pPr>
      <w:r w:rsidRPr="000504CB">
        <w:rPr>
          <w:sz w:val="20"/>
          <w:szCs w:val="20"/>
          <w:u w:val="none"/>
          <w:lang w:val="nl-NL"/>
        </w:rPr>
        <w:t xml:space="preserve">Tijdens deze verbinding is het de bedoeling dat je een eigen showtje geeft. Denk hierbij aan een rondleiding in je eigen blokhut (vergeet de zendamateur hierbij ook niet te showen, dankzij hem/haar geen JOTA!), laat zien wat je allemaal gemaakt hebt tot nu toe en hoeveel stroom je wel niet kan opwekken! Je kan natuurlijk ook een eigen toneelstuk bedenken en deze voor doen voor de andere horde. </w:t>
      </w:r>
    </w:p>
    <w:p w14:paraId="2363BF31" w14:textId="77777777" w:rsidR="00101F6F" w:rsidRPr="000504CB" w:rsidRDefault="00101F6F" w:rsidP="00101F6F">
      <w:pPr>
        <w:pStyle w:val="Default"/>
        <w:rPr>
          <w:sz w:val="20"/>
          <w:szCs w:val="20"/>
          <w:u w:val="none"/>
          <w:lang w:val="nl-NL"/>
        </w:rPr>
      </w:pPr>
    </w:p>
    <w:p w14:paraId="6CF011CA" w14:textId="77777777" w:rsidR="00101F6F" w:rsidRPr="000504CB" w:rsidRDefault="00101F6F" w:rsidP="00101F6F">
      <w:pPr>
        <w:pStyle w:val="Default"/>
        <w:rPr>
          <w:sz w:val="20"/>
          <w:szCs w:val="20"/>
          <w:u w:val="none"/>
          <w:lang w:val="nl-NL"/>
        </w:rPr>
      </w:pPr>
      <w:r w:rsidRPr="000504CB">
        <w:rPr>
          <w:b/>
          <w:bCs/>
          <w:sz w:val="20"/>
          <w:szCs w:val="20"/>
          <w:u w:val="none"/>
          <w:lang w:val="nl-NL"/>
        </w:rPr>
        <w:t xml:space="preserve">Benodigdheden </w:t>
      </w:r>
    </w:p>
    <w:p w14:paraId="4BC4669C" w14:textId="77777777" w:rsidR="00101F6F" w:rsidRPr="000504CB" w:rsidRDefault="00101F6F" w:rsidP="00101F6F">
      <w:pPr>
        <w:pStyle w:val="Default"/>
        <w:numPr>
          <w:ilvl w:val="0"/>
          <w:numId w:val="5"/>
        </w:numPr>
        <w:spacing w:after="56"/>
        <w:rPr>
          <w:sz w:val="20"/>
          <w:szCs w:val="20"/>
          <w:u w:val="none"/>
          <w:lang w:val="nl-NL"/>
        </w:rPr>
      </w:pPr>
      <w:r w:rsidRPr="000504CB">
        <w:rPr>
          <w:sz w:val="20"/>
          <w:szCs w:val="20"/>
          <w:u w:val="none"/>
          <w:lang w:val="nl-NL"/>
        </w:rPr>
        <w:t xml:space="preserve">Computer </w:t>
      </w:r>
    </w:p>
    <w:p w14:paraId="1C1FC158" w14:textId="77777777" w:rsidR="00101F6F" w:rsidRPr="000504CB" w:rsidRDefault="00101F6F" w:rsidP="00101F6F">
      <w:pPr>
        <w:pStyle w:val="Default"/>
        <w:numPr>
          <w:ilvl w:val="0"/>
          <w:numId w:val="5"/>
        </w:numPr>
        <w:spacing w:after="56"/>
        <w:rPr>
          <w:sz w:val="20"/>
          <w:szCs w:val="20"/>
          <w:u w:val="none"/>
          <w:lang w:val="nl-NL"/>
        </w:rPr>
      </w:pPr>
      <w:r w:rsidRPr="000504CB">
        <w:rPr>
          <w:sz w:val="20"/>
          <w:szCs w:val="20"/>
          <w:u w:val="none"/>
          <w:lang w:val="nl-NL"/>
        </w:rPr>
        <w:t xml:space="preserve">Webcam </w:t>
      </w:r>
    </w:p>
    <w:p w14:paraId="179DC7CC" w14:textId="63F72A54" w:rsidR="00101F6F" w:rsidRPr="000504CB" w:rsidRDefault="00101F6F" w:rsidP="00101F6F">
      <w:pPr>
        <w:pStyle w:val="Default"/>
        <w:numPr>
          <w:ilvl w:val="0"/>
          <w:numId w:val="5"/>
        </w:numPr>
        <w:spacing w:after="56"/>
        <w:rPr>
          <w:sz w:val="20"/>
          <w:szCs w:val="20"/>
          <w:u w:val="none"/>
          <w:lang w:val="nl-NL"/>
        </w:rPr>
      </w:pPr>
      <w:r w:rsidRPr="000504CB">
        <w:rPr>
          <w:sz w:val="20"/>
          <w:szCs w:val="20"/>
          <w:u w:val="none"/>
          <w:lang w:val="nl-NL"/>
        </w:rPr>
        <w:t xml:space="preserve">Alles voor je eigen show! </w:t>
      </w:r>
    </w:p>
    <w:p w14:paraId="1B069263" w14:textId="77777777" w:rsidR="00101F6F" w:rsidRPr="000504CB" w:rsidRDefault="00101F6F" w:rsidP="00101F6F">
      <w:pPr>
        <w:pStyle w:val="Default"/>
        <w:rPr>
          <w:sz w:val="20"/>
          <w:szCs w:val="20"/>
          <w:u w:val="none"/>
          <w:lang w:val="nl-NL"/>
        </w:rPr>
      </w:pPr>
    </w:p>
    <w:p w14:paraId="662A990F" w14:textId="77777777" w:rsidR="00101F6F" w:rsidRPr="000504CB" w:rsidRDefault="00101F6F" w:rsidP="00101F6F">
      <w:pPr>
        <w:pStyle w:val="Default"/>
        <w:rPr>
          <w:sz w:val="20"/>
          <w:szCs w:val="20"/>
          <w:u w:val="none"/>
          <w:lang w:val="nl-NL"/>
        </w:rPr>
      </w:pPr>
      <w:r w:rsidRPr="000504CB">
        <w:rPr>
          <w:b/>
          <w:bCs/>
          <w:sz w:val="20"/>
          <w:szCs w:val="20"/>
          <w:u w:val="none"/>
          <w:lang w:val="nl-NL"/>
        </w:rPr>
        <w:t xml:space="preserve">Activiteitgebieden </w:t>
      </w:r>
    </w:p>
    <w:p w14:paraId="7CDC1AB8" w14:textId="77777777" w:rsidR="00101F6F" w:rsidRPr="000504CB" w:rsidRDefault="00101F6F" w:rsidP="00101F6F">
      <w:pPr>
        <w:pStyle w:val="Default"/>
        <w:numPr>
          <w:ilvl w:val="0"/>
          <w:numId w:val="6"/>
        </w:numPr>
        <w:spacing w:after="56"/>
        <w:rPr>
          <w:sz w:val="20"/>
          <w:szCs w:val="20"/>
          <w:u w:val="none"/>
          <w:lang w:val="nl-NL"/>
        </w:rPr>
      </w:pPr>
      <w:r w:rsidRPr="000504CB">
        <w:rPr>
          <w:sz w:val="20"/>
          <w:szCs w:val="20"/>
          <w:u w:val="none"/>
          <w:lang w:val="nl-NL"/>
        </w:rPr>
        <w:t xml:space="preserve">Expressie </w:t>
      </w:r>
    </w:p>
    <w:p w14:paraId="010CC366" w14:textId="356EF5E5" w:rsidR="00101F6F" w:rsidRPr="000504CB" w:rsidRDefault="00101F6F" w:rsidP="00101F6F">
      <w:pPr>
        <w:pStyle w:val="Default"/>
        <w:numPr>
          <w:ilvl w:val="0"/>
          <w:numId w:val="6"/>
        </w:numPr>
        <w:spacing w:after="56"/>
        <w:rPr>
          <w:sz w:val="20"/>
          <w:szCs w:val="20"/>
          <w:u w:val="none"/>
          <w:lang w:val="nl-NL"/>
        </w:rPr>
      </w:pPr>
      <w:r w:rsidRPr="000504CB">
        <w:rPr>
          <w:sz w:val="20"/>
          <w:szCs w:val="20"/>
          <w:u w:val="none"/>
          <w:lang w:val="nl-NL"/>
        </w:rPr>
        <w:t xml:space="preserve">Samenleving </w:t>
      </w:r>
    </w:p>
    <w:p w14:paraId="61B0E403" w14:textId="77777777" w:rsidR="00101F6F" w:rsidRPr="000504CB" w:rsidRDefault="00101F6F" w:rsidP="00101F6F">
      <w:pPr>
        <w:pStyle w:val="Default"/>
        <w:rPr>
          <w:sz w:val="20"/>
          <w:szCs w:val="20"/>
          <w:u w:val="none"/>
          <w:lang w:val="nl-NL"/>
        </w:rPr>
      </w:pPr>
    </w:p>
    <w:p w14:paraId="5A283DA0" w14:textId="77777777" w:rsidR="00101F6F" w:rsidRPr="000504CB" w:rsidRDefault="00101F6F" w:rsidP="00101F6F">
      <w:pPr>
        <w:pStyle w:val="Default"/>
        <w:rPr>
          <w:sz w:val="20"/>
          <w:szCs w:val="20"/>
          <w:u w:val="none"/>
          <w:lang w:val="nl-NL"/>
        </w:rPr>
      </w:pPr>
      <w:r w:rsidRPr="000504CB">
        <w:rPr>
          <w:b/>
          <w:bCs/>
          <w:sz w:val="20"/>
          <w:szCs w:val="20"/>
          <w:u w:val="none"/>
          <w:lang w:val="nl-NL"/>
        </w:rPr>
        <w:t xml:space="preserve">Extra informatie </w:t>
      </w:r>
    </w:p>
    <w:p w14:paraId="05F7B8F7" w14:textId="467D915B" w:rsidR="008B23FF" w:rsidRPr="000504CB" w:rsidRDefault="00101F6F" w:rsidP="00101F6F">
      <w:pPr>
        <w:spacing w:after="160" w:line="259" w:lineRule="auto"/>
        <w:rPr>
          <w:rFonts w:ascii="Arial" w:eastAsiaTheme="majorEastAsia" w:hAnsi="Arial" w:cs="Arial"/>
          <w:color w:val="FFFFFF" w:themeColor="background1"/>
          <w:szCs w:val="20"/>
        </w:rPr>
      </w:pPr>
      <w:r w:rsidRPr="000504CB">
        <w:rPr>
          <w:rFonts w:ascii="Arial" w:hAnsi="Arial" w:cs="Arial"/>
          <w:szCs w:val="20"/>
        </w:rPr>
        <w:t xml:space="preserve">Vind je een simpele videoverbinding niet spannend en vernieuwend genoeg? Bouw dan eens je eigen livestream: </w:t>
      </w:r>
      <w:r w:rsidR="000504CB" w:rsidRPr="000504CB">
        <w:rPr>
          <w:rFonts w:ascii="Arial" w:hAnsi="Arial" w:cs="Arial"/>
          <w:color w:val="1A368D"/>
          <w:szCs w:val="20"/>
        </w:rPr>
        <w:t>https://jota-joti.scouting.nl/wp-content/uploads/2024/01/Handleiding-Livestream-opzetten.pdf!</w:t>
      </w:r>
    </w:p>
    <w:p w14:paraId="0B7F7E0D" w14:textId="77777777" w:rsidR="00AA1495" w:rsidRPr="00101F6F" w:rsidRDefault="00AA1495" w:rsidP="00AA1495">
      <w:pPr>
        <w:rPr>
          <w:rFonts w:ascii="Arial" w:eastAsiaTheme="majorEastAsia" w:hAnsi="Arial" w:cs="Arial"/>
          <w:color w:val="FFFFFF" w:themeColor="background1"/>
          <w:szCs w:val="20"/>
        </w:rPr>
      </w:pPr>
    </w:p>
    <w:sectPr w:rsidR="00AA1495" w:rsidRPr="00101F6F"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648FF" w14:textId="77777777" w:rsidR="00AA2B2B" w:rsidRDefault="00AA2B2B" w:rsidP="00AA1495">
      <w:pPr>
        <w:spacing w:line="240" w:lineRule="auto"/>
      </w:pPr>
      <w:r>
        <w:separator/>
      </w:r>
    </w:p>
  </w:endnote>
  <w:endnote w:type="continuationSeparator" w:id="0">
    <w:p w14:paraId="2BF8C2EB" w14:textId="77777777" w:rsidR="00AA2B2B" w:rsidRDefault="00AA2B2B"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7D031B" w14:textId="77777777" w:rsidR="00AA2B2B" w:rsidRDefault="00AA2B2B" w:rsidP="00AA1495">
      <w:pPr>
        <w:spacing w:line="240" w:lineRule="auto"/>
      </w:pPr>
      <w:r>
        <w:separator/>
      </w:r>
    </w:p>
  </w:footnote>
  <w:footnote w:type="continuationSeparator" w:id="0">
    <w:p w14:paraId="2BA8495C" w14:textId="77777777" w:rsidR="00AA2B2B" w:rsidRDefault="00AA2B2B"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759AE2D0"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0C94">
      <w:rPr>
        <w:color w:val="FFFFFF" w:themeColor="background1"/>
      </w:rPr>
      <w:t>2024</w:t>
    </w:r>
  </w:p>
  <w:p w14:paraId="06932D44" w14:textId="77777777" w:rsidR="00101F6F" w:rsidRDefault="00101F6F" w:rsidP="00101F6F">
    <w:pPr>
      <w:pStyle w:val="Title"/>
      <w:rPr>
        <w:color w:val="FFFFFF" w:themeColor="background1"/>
      </w:rPr>
    </w:pPr>
    <w:r>
      <w:rPr>
        <w:color w:val="FFFFFF" w:themeColor="background1"/>
      </w:rPr>
      <w:t xml:space="preserve">Videoverbinding met de andere </w:t>
    </w:r>
  </w:p>
  <w:p w14:paraId="40157CD8" w14:textId="61E7F92D" w:rsidR="00101F6F" w:rsidRPr="00101F6F" w:rsidRDefault="00101F6F" w:rsidP="00101F6F">
    <w:pPr>
      <w:pStyle w:val="Title"/>
      <w:rPr>
        <w:color w:val="FFFFFF" w:themeColor="background1"/>
      </w:rPr>
    </w:pPr>
    <w:proofErr w:type="gramStart"/>
    <w:r>
      <w:rPr>
        <w:color w:val="FFFFFF" w:themeColor="background1"/>
      </w:rPr>
      <w:t>kant</w:t>
    </w:r>
    <w:proofErr w:type="gramEnd"/>
    <w:r>
      <w:rPr>
        <w:color w:val="FFFFFF" w:themeColor="background1"/>
      </w:rPr>
      <w:t xml:space="preserve"> van de Jungle</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5A1BCC"/>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452F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62172B8"/>
    <w:multiLevelType w:val="hybridMultilevel"/>
    <w:tmpl w:val="8F24E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71B5DB0"/>
    <w:multiLevelType w:val="hybridMultilevel"/>
    <w:tmpl w:val="043E38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9500F2"/>
    <w:multiLevelType w:val="hybridMultilevel"/>
    <w:tmpl w:val="E5906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9565D7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833447883">
    <w:abstractNumId w:val="1"/>
  </w:num>
  <w:num w:numId="2" w16cid:durableId="50271660">
    <w:abstractNumId w:val="2"/>
  </w:num>
  <w:num w:numId="3" w16cid:durableId="1827550026">
    <w:abstractNumId w:val="5"/>
  </w:num>
  <w:num w:numId="4" w16cid:durableId="1235512648">
    <w:abstractNumId w:val="0"/>
  </w:num>
  <w:num w:numId="5" w16cid:durableId="1502812452">
    <w:abstractNumId w:val="4"/>
  </w:num>
  <w:num w:numId="6" w16cid:durableId="6154547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0C94"/>
    <w:rsid w:val="000504CB"/>
    <w:rsid w:val="00067304"/>
    <w:rsid w:val="00075309"/>
    <w:rsid w:val="00101F6F"/>
    <w:rsid w:val="001068AA"/>
    <w:rsid w:val="001507E6"/>
    <w:rsid w:val="001B594A"/>
    <w:rsid w:val="00302AD2"/>
    <w:rsid w:val="00381B79"/>
    <w:rsid w:val="00440466"/>
    <w:rsid w:val="004F1D93"/>
    <w:rsid w:val="005153E6"/>
    <w:rsid w:val="005837D4"/>
    <w:rsid w:val="005E31B0"/>
    <w:rsid w:val="00656311"/>
    <w:rsid w:val="00790541"/>
    <w:rsid w:val="00820486"/>
    <w:rsid w:val="00831E14"/>
    <w:rsid w:val="00835635"/>
    <w:rsid w:val="008B23FF"/>
    <w:rsid w:val="008D301C"/>
    <w:rsid w:val="009839E5"/>
    <w:rsid w:val="009B1B2C"/>
    <w:rsid w:val="00A15E9C"/>
    <w:rsid w:val="00AA1495"/>
    <w:rsid w:val="00AA2B2B"/>
    <w:rsid w:val="00B17CBB"/>
    <w:rsid w:val="00BB3528"/>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20486"/>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4</TotalTime>
  <Pages>1</Pages>
  <Words>312</Words>
  <Characters>1781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2025-09-05T09:03:00Z</dcterms:modified>
</cp:coreProperties>
</file>